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973" w:rsidRDefault="00D61973">
      <w:pPr>
        <w:pStyle w:val="Heading1"/>
      </w:pPr>
      <w:r w:rsidRPr="00D61973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712.8pt;height:21.6pt;z-index:251650560" o:allowincell="f" filled="f" stroked="f">
            <v:textbox>
              <w:txbxContent>
                <w:p w:rsidR="00D61973" w:rsidRDefault="00095059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NAME:</w:t>
                  </w:r>
                  <w:r w:rsidR="009F2F3C">
                    <w:rPr>
                      <w:sz w:val="24"/>
                      <w:szCs w:val="24"/>
                    </w:rPr>
                    <w:t xml:space="preserve"> Carla Hitchcock</w:t>
                  </w:r>
                </w:p>
              </w:txbxContent>
            </v:textbox>
          </v:shape>
        </w:pict>
      </w:r>
    </w:p>
    <w:p w:rsidR="00D61973" w:rsidRDefault="00D61973">
      <w:pPr>
        <w:rPr>
          <w:b/>
          <w:bCs/>
          <w:sz w:val="28"/>
          <w:szCs w:val="28"/>
        </w:rPr>
      </w:pPr>
    </w:p>
    <w:p w:rsidR="00D61973" w:rsidRDefault="00D61973">
      <w:pPr>
        <w:rPr>
          <w:b/>
          <w:bCs/>
          <w:sz w:val="28"/>
          <w:szCs w:val="28"/>
        </w:rPr>
      </w:pPr>
    </w:p>
    <w:p w:rsidR="00D61973" w:rsidRDefault="00D61973" w:rsidP="009F2F3C">
      <w:pPr>
        <w:jc w:val="center"/>
        <w:rPr>
          <w:b/>
          <w:bCs/>
          <w:sz w:val="28"/>
          <w:szCs w:val="28"/>
        </w:rPr>
      </w:pPr>
    </w:p>
    <w:p w:rsidR="00D61973" w:rsidRDefault="00112E97">
      <w:pPr>
        <w:jc w:val="center"/>
        <w:rPr>
          <w:b/>
          <w:bCs/>
          <w:sz w:val="28"/>
          <w:szCs w:val="28"/>
        </w:rPr>
      </w:pPr>
      <w:r>
        <w:rPr>
          <w:noProof/>
          <w:lang w:eastAsia="zh-C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left:0;text-align:left;margin-left:324pt;margin-top:368.15pt;width:16.1pt;height:22.1pt;flip:x;z-index:251668992" o:connectortype="straight"/>
        </w:pict>
      </w:r>
      <w:r>
        <w:rPr>
          <w:noProof/>
          <w:lang w:eastAsia="zh-CN"/>
        </w:rPr>
        <w:pict>
          <v:shape id="_x0000_s1046" type="#_x0000_t202" style="position:absolute;left:0;text-align:left;margin-left:280.8pt;margin-top:396.1pt;width:86.4pt;height:57.6pt;z-index:251667968" o:allowincell="f" filled="f" strokecolor="#365f91 [2404]" strokeweight="3pt">
            <v:textbox style="mso-next-textbox:#_x0000_s1046">
              <w:txbxContent>
                <w:p w:rsidR="00BA2135" w:rsidRDefault="00112E97" w:rsidP="00BA2135">
                  <w:pPr>
                    <w:rPr>
                      <w:noProof/>
                      <w:lang w:eastAsia="zh-CN"/>
                    </w:rPr>
                  </w:pPr>
                  <w:r>
                    <w:rPr>
                      <w:noProof/>
                      <w:lang w:eastAsia="zh-CN"/>
                    </w:rPr>
                    <w:t>Civil War Vets</w:t>
                  </w:r>
                </w:p>
                <w:p w:rsidR="00112E97" w:rsidRDefault="00112E97" w:rsidP="00BA2135">
                  <w:pPr>
                    <w:rPr>
                      <w:noProof/>
                      <w:lang w:eastAsia="zh-CN"/>
                    </w:rPr>
                  </w:pPr>
                </w:p>
                <w:p w:rsidR="00112E97" w:rsidRDefault="00112E97" w:rsidP="00BA2135">
                  <w:r>
                    <w:rPr>
                      <w:noProof/>
                      <w:lang w:eastAsia="zh-CN"/>
                    </w:rPr>
                    <w:t>Irish Immigrants</w:t>
                  </w:r>
                </w:p>
                <w:p w:rsidR="00BA2135" w:rsidRDefault="00BA2135" w:rsidP="00BA2135"/>
              </w:txbxContent>
            </v:textbox>
          </v:shape>
        </w:pict>
      </w:r>
      <w:r>
        <w:rPr>
          <w:noProof/>
          <w:lang w:eastAsia="zh-CN"/>
        </w:rPr>
        <w:pict>
          <v:shape id="_x0000_s1043" type="#_x0000_t202" style="position:absolute;left:0;text-align:left;margin-left:377.75pt;margin-top:396.1pt;width:76.1pt;height:66.6pt;z-index:251665920" o:allowincell="f" filled="f" strokecolor="#365f91 [2404]" strokeweight="3pt">
            <v:textbox style="mso-next-textbox:#_x0000_s1043">
              <w:txbxContent>
                <w:p w:rsidR="00BA2135" w:rsidRDefault="00BA2135" w:rsidP="00BA2135">
                  <w:r>
                    <w:t>Chinese Immigrants</w:t>
                  </w:r>
                </w:p>
              </w:txbxContent>
            </v:textbox>
          </v:shape>
        </w:pict>
      </w:r>
      <w:r w:rsidR="00BA2135">
        <w:rPr>
          <w:noProof/>
          <w:lang w:eastAsia="zh-CN"/>
        </w:rPr>
        <w:pict>
          <v:shape id="_x0000_s1044" type="#_x0000_t32" style="position:absolute;left:0;text-align:left;margin-left:383.1pt;margin-top:368.15pt;width:5.4pt;height:22.1pt;z-index:251666944" o:connectortype="straight"/>
        </w:pict>
      </w:r>
      <w:r w:rsidR="00BA2135">
        <w:rPr>
          <w:noProof/>
          <w:lang w:eastAsia="zh-CN"/>
        </w:rPr>
        <w:pict>
          <v:shape id="_x0000_s1042" type="#_x0000_t202" style="position:absolute;left:0;text-align:left;margin-left:280.8pt;margin-top:304.75pt;width:165.6pt;height:57.6pt;z-index:251664896" o:allowincell="f" filled="f" strokecolor="#365f91 [2404]" strokeweight="3pt">
            <v:textbox style="mso-next-textbox:#_x0000_s1042">
              <w:txbxContent>
                <w:p w:rsidR="00BA2135" w:rsidRPr="00BA2135" w:rsidRDefault="00BA2135" w:rsidP="00BA2135">
                  <w:r w:rsidRPr="00BA2135">
                    <w:t>Who were the laborers of the railroad?</w:t>
                  </w:r>
                </w:p>
              </w:txbxContent>
            </v:textbox>
          </v:shape>
        </w:pict>
      </w:r>
      <w:r w:rsidR="00BA2135" w:rsidRPr="00D61973">
        <w:rPr>
          <w:noProof/>
        </w:rPr>
        <w:pict>
          <v:shape id="_x0000_s1034" type="#_x0000_t202" style="position:absolute;left:0;text-align:left;margin-left:466.15pt;margin-top:390.25pt;width:86.4pt;height:72.45pt;z-index:251657728" o:allowincell="f" filled="f" stroked="f">
            <v:textbox style="mso-next-textbox:#_x0000_s1034">
              <w:txbxContent>
                <w:p w:rsidR="00D61973" w:rsidRDefault="00BA2135">
                  <w:r>
                    <w:t>Gen. Grenville M. Dodge</w:t>
                  </w:r>
                </w:p>
                <w:p w:rsidR="00BA2135" w:rsidRDefault="00BA2135"/>
                <w:p w:rsidR="00BA2135" w:rsidRDefault="00BA2135">
                  <w:r>
                    <w:t>Wild West</w:t>
                  </w:r>
                </w:p>
                <w:p w:rsidR="00BA2135" w:rsidRDefault="00BA2135">
                  <w:r>
                    <w:t>Dodge City</w:t>
                  </w:r>
                </w:p>
              </w:txbxContent>
            </v:textbox>
          </v:shape>
        </w:pict>
      </w:r>
      <w:r w:rsidR="00E03875" w:rsidRPr="00D61973">
        <w:rPr>
          <w:noProof/>
        </w:rPr>
        <w:pict>
          <v:shape id="_x0000_s1039" type="#_x0000_t202" style="position:absolute;left:0;text-align:left;margin-left:172.8pt;margin-top:7.6pt;width:86.4pt;height:70.5pt;z-index:251652608" o:allowincell="f" filled="f" stroked="f">
            <v:textbox style="mso-next-textbox:#_x0000_s1039">
              <w:txbxContent>
                <w:p w:rsidR="00D61973" w:rsidRDefault="009F2F3C">
                  <w:r>
                    <w:t>Death of the Iron Horse</w:t>
                  </w:r>
                </w:p>
                <w:p w:rsidR="00E03875" w:rsidRDefault="00E03875"/>
                <w:p w:rsidR="009F2F3C" w:rsidRDefault="009F2F3C">
                  <w:r>
                    <w:t>Slaughter of buffalo</w:t>
                  </w:r>
                </w:p>
              </w:txbxContent>
            </v:textbox>
          </v:shape>
        </w:pict>
      </w:r>
      <w:r w:rsidR="00E03875" w:rsidRPr="00D61973">
        <w:rPr>
          <w:noProof/>
        </w:rPr>
        <w:pict>
          <v:shape id="_x0000_s1036" type="#_x0000_t202" style="position:absolute;left:0;text-align:left;margin-left:592.85pt;margin-top:390.25pt;width:86.4pt;height:57.6pt;z-index:251658752" o:allowincell="f" filled="f" stroked="f">
            <v:textbox style="mso-next-textbox:#_x0000_s1036">
              <w:txbxContent>
                <w:p w:rsidR="00D61973" w:rsidRDefault="00112E97">
                  <w:r>
                    <w:t>The Big Four</w:t>
                  </w:r>
                </w:p>
                <w:p w:rsidR="00112E97" w:rsidRDefault="00112E97"/>
                <w:p w:rsidR="00112E97" w:rsidRDefault="00112E97">
                  <w:r>
                    <w:t xml:space="preserve">Harvey </w:t>
                  </w:r>
                  <w:proofErr w:type="spellStart"/>
                  <w:r>
                    <w:t>Strobridge</w:t>
                  </w:r>
                  <w:proofErr w:type="spellEnd"/>
                </w:p>
              </w:txbxContent>
            </v:textbox>
          </v:shape>
        </w:pict>
      </w:r>
      <w:r w:rsidR="00E03875" w:rsidRPr="00D61973">
        <w:rPr>
          <w:noProof/>
        </w:rPr>
        <w:pict>
          <v:shape id="_x0000_s1033" type="#_x0000_t202" style="position:absolute;left:0;text-align:left;margin-left:166.35pt;margin-top:390.25pt;width:86.4pt;height:57.6pt;z-index:251656704" o:allowincell="f" filled="f" stroked="f">
            <v:textbox style="mso-next-textbox:#_x0000_s1033">
              <w:txbxContent>
                <w:p w:rsidR="00D61973" w:rsidRDefault="00E03875">
                  <w:r>
                    <w:t>Equipment problems</w:t>
                  </w:r>
                </w:p>
                <w:p w:rsidR="00E03875" w:rsidRDefault="00E03875"/>
                <w:p w:rsidR="00E03875" w:rsidRDefault="00E03875">
                  <w:r>
                    <w:t>Hazards</w:t>
                  </w:r>
                </w:p>
              </w:txbxContent>
            </v:textbox>
          </v:shape>
        </w:pict>
      </w:r>
      <w:r w:rsidR="00E03875" w:rsidRPr="00D61973">
        <w:rPr>
          <w:noProof/>
        </w:rPr>
        <w:pict>
          <v:shape id="_x0000_s1035" type="#_x0000_t202" style="position:absolute;left:0;text-align:left;margin-left:45pt;margin-top:390.25pt;width:86.4pt;height:57.6pt;z-index:251655680" o:allowincell="f" filled="f" stroked="f">
            <v:textbox style="mso-next-textbox:#_x0000_s1035">
              <w:txbxContent>
                <w:p w:rsidR="00E03875" w:rsidRDefault="00E03875">
                  <w:r>
                    <w:t xml:space="preserve">Geographical obstacles </w:t>
                  </w:r>
                  <w:r w:rsidR="00BA2135">
                    <w:rPr>
                      <w:noProof/>
                      <w:lang w:eastAsia="zh-CN"/>
                    </w:rPr>
                    <w:drawing>
                      <wp:inline distT="0" distB="0" distL="0" distR="0">
                        <wp:extent cx="914400" cy="617579"/>
                        <wp:effectExtent l="0" t="0" r="0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4400" cy="61757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03875" w:rsidRDefault="00E03875"/>
              </w:txbxContent>
            </v:textbox>
          </v:shape>
        </w:pict>
      </w:r>
      <w:r w:rsidR="00E03875" w:rsidRPr="00D61973">
        <w:rPr>
          <w:noProof/>
        </w:rPr>
        <w:pict>
          <v:shape id="_x0000_s1031" type="#_x0000_t202" style="position:absolute;left:0;text-align:left;margin-left:66.6pt;margin-top:281.2pt;width:165.6pt;height:57.6pt;z-index:251660800" o:allowincell="f" filled="f" stroked="f">
            <v:textbox>
              <w:txbxContent>
                <w:p w:rsidR="00D61973" w:rsidRDefault="00E03875">
                  <w:r w:rsidRPr="00E03875">
                    <w:t>What were some of the challenges faced by the engineers who constructed the railroad?</w:t>
                  </w:r>
                </w:p>
              </w:txbxContent>
            </v:textbox>
          </v:shape>
        </w:pict>
      </w:r>
      <w:r w:rsidR="00E03875" w:rsidRPr="00D61973">
        <w:rPr>
          <w:noProof/>
        </w:rPr>
        <w:pict>
          <v:shape id="_x0000_s1030" type="#_x0000_t202" style="position:absolute;left:0;text-align:left;margin-left:489.5pt;margin-top:275.15pt;width:165.6pt;height:57.6pt;z-index:251662848" o:allowincell="f" filled="f" stroked="f">
            <v:textbox>
              <w:txbxContent>
                <w:p w:rsidR="00D61973" w:rsidRDefault="00E03875">
                  <w:r w:rsidRPr="00E03875">
                    <w:t>Who were the pioneers of the railroad?</w:t>
                  </w:r>
                </w:p>
              </w:txbxContent>
            </v:textbox>
          </v:shape>
        </w:pict>
      </w:r>
      <w:r w:rsidR="00E03875" w:rsidRPr="00D61973">
        <w:rPr>
          <w:noProof/>
        </w:rPr>
        <w:pict>
          <v:shape id="_x0000_s1029" type="#_x0000_t202" style="position:absolute;left:0;text-align:left;margin-left:489.5pt;margin-top:123.1pt;width:165.6pt;height:57.6pt;z-index:251661824" o:allowincell="f" filled="f" stroked="f">
            <v:textbox>
              <w:txbxContent>
                <w:p w:rsidR="00D61973" w:rsidRDefault="009F2F3C">
                  <w:r w:rsidRPr="009F2F3C">
                    <w:t>What was the importance of building a railroad across the country?</w:t>
                  </w:r>
                </w:p>
              </w:txbxContent>
            </v:textbox>
          </v:shape>
        </w:pict>
      </w:r>
      <w:r w:rsidR="00E03875" w:rsidRPr="00D61973">
        <w:rPr>
          <w:noProof/>
        </w:rPr>
        <w:pict>
          <v:shape id="_x0000_s1038" type="#_x0000_t202" style="position:absolute;left:0;text-align:left;margin-left:592.85pt;margin-top:14.6pt;width:86.4pt;height:57.6pt;z-index:251654656" o:allowincell="f" filled="f" stroked="f">
            <v:textbox>
              <w:txbxContent>
                <w:p w:rsidR="00D61973" w:rsidRDefault="009F2F3C">
                  <w:r>
                    <w:t xml:space="preserve">Uniting the United States </w:t>
                  </w:r>
                </w:p>
                <w:p w:rsidR="00E03875" w:rsidRDefault="00E03875"/>
                <w:p w:rsidR="009F2F3C" w:rsidRDefault="009F2F3C">
                  <w:r>
                    <w:t>Civil War</w:t>
                  </w:r>
                </w:p>
              </w:txbxContent>
            </v:textbox>
          </v:shape>
        </w:pict>
      </w:r>
      <w:r w:rsidR="00E03875" w:rsidRPr="00D61973">
        <w:rPr>
          <w:noProof/>
        </w:rPr>
        <w:pict>
          <v:shape id="_x0000_s1040" type="#_x0000_t202" style="position:absolute;left:0;text-align:left;margin-left:37.5pt;margin-top:7.6pt;width:99.3pt;height:70.5pt;z-index:251651584" o:allowincell="f" filled="f" stroked="f">
            <v:textbox style="mso-next-textbox:#_x0000_s1040">
              <w:txbxContent>
                <w:p w:rsidR="009F2F3C" w:rsidRDefault="00E03875">
                  <w:r>
                    <w:t>Indian Wars</w:t>
                  </w:r>
                </w:p>
                <w:p w:rsidR="00E03875" w:rsidRDefault="00E03875"/>
                <w:p w:rsidR="009F2F3C" w:rsidRDefault="00E03875" w:rsidP="00E03875">
                  <w:r>
                    <w:rPr>
                      <w:lang/>
                    </w:rPr>
                    <w:t>William Tecumseh Sherman</w:t>
                  </w:r>
                </w:p>
              </w:txbxContent>
            </v:textbox>
          </v:shape>
        </w:pict>
      </w:r>
      <w:r w:rsidR="00E03875" w:rsidRPr="00D61973">
        <w:rPr>
          <w:noProof/>
        </w:rPr>
        <w:pict>
          <v:shape id="_x0000_s1037" type="#_x0000_t202" style="position:absolute;left:0;text-align:left;margin-left:460.8pt;margin-top:7.6pt;width:86.4pt;height:64.6pt;z-index:251653632" o:allowincell="f" filled="f" stroked="f">
            <v:textbox style="mso-next-textbox:#_x0000_s1037">
              <w:txbxContent>
                <w:p w:rsidR="00D61973" w:rsidRDefault="00E03875">
                  <w:r>
                    <w:t>Industrialization</w:t>
                  </w:r>
                </w:p>
              </w:txbxContent>
            </v:textbox>
          </v:shape>
        </w:pict>
      </w:r>
      <w:r w:rsidR="009F2F3C" w:rsidRPr="00D61973">
        <w:rPr>
          <w:noProof/>
        </w:rPr>
        <w:pict>
          <v:shape id="_x0000_s1028" type="#_x0000_t202" style="position:absolute;left:0;text-align:left;margin-left:280.8pt;margin-top:173.75pt;width:158.4pt;height:93.6pt;z-index:251663872" o:allowincell="f" filled="f" stroked="f">
            <v:textbox>
              <w:txbxContent>
                <w:p w:rsidR="00D61973" w:rsidRPr="00E03875" w:rsidRDefault="009F2F3C" w:rsidP="009F2F3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E03875">
                    <w:rPr>
                      <w:b/>
                      <w:sz w:val="22"/>
                      <w:szCs w:val="22"/>
                    </w:rPr>
                    <w:t>The Transcontinental Railroad</w:t>
                  </w:r>
                </w:p>
              </w:txbxContent>
            </v:textbox>
          </v:shape>
        </w:pict>
      </w:r>
      <w:r w:rsidR="009F2F3C" w:rsidRPr="00D61973">
        <w:rPr>
          <w:noProof/>
        </w:rPr>
        <w:pict>
          <v:shape id="_x0000_s1032" type="#_x0000_t202" style="position:absolute;left:0;text-align:left;margin-left:1in;margin-top:123.1pt;width:165.6pt;height:57.6pt;z-index:251659776" o:allowincell="f" filled="f" stroked="f">
            <v:textbox>
              <w:txbxContent>
                <w:p w:rsidR="00D61973" w:rsidRDefault="009F2F3C">
                  <w:r w:rsidRPr="009F2F3C">
                    <w:t>What impact did railroad construction have on the land and the Native Americans?</w:t>
                  </w:r>
                </w:p>
              </w:txbxContent>
            </v:textbox>
          </v:shape>
        </w:pict>
      </w:r>
      <w:r w:rsidR="00CB1926" w:rsidRPr="00E03875">
        <w:rPr>
          <w:bCs/>
          <w:noProof/>
          <w:lang w:eastAsia="zh-CN"/>
        </w:rPr>
        <w:drawing>
          <wp:inline distT="0" distB="0" distL="0" distR="0">
            <wp:extent cx="8275936" cy="5907409"/>
            <wp:effectExtent l="19050" t="0" r="0" b="0"/>
            <wp:docPr id="1" name="Picture 1" descr="D_concep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_concept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6226" cy="5907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973" w:rsidRDefault="000950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</w:t>
      </w:r>
    </w:p>
    <w:p w:rsidR="00D61973" w:rsidRDefault="00D61973">
      <w:pPr>
        <w:jc w:val="right"/>
      </w:pPr>
    </w:p>
    <w:sectPr w:rsidR="00D61973" w:rsidSect="00D61973">
      <w:pgSz w:w="15840" w:h="12240" w:orient="landscape" w:code="1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/>
  <w:rsids>
    <w:rsidRoot w:val="009F2F3C"/>
    <w:rsid w:val="00095059"/>
    <w:rsid w:val="00112E97"/>
    <w:rsid w:val="009F2F3C"/>
    <w:rsid w:val="00BA2135"/>
    <w:rsid w:val="00CB1926"/>
    <w:rsid w:val="00D61973"/>
    <w:rsid w:val="00E03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2" type="connector" idref="#_x0000_s1044"/>
        <o:r id="V:Rule4" type="connector" idref="#_x0000_s10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973"/>
    <w:pPr>
      <w:autoSpaceDE w:val="0"/>
      <w:autoSpaceDN w:val="0"/>
    </w:pPr>
  </w:style>
  <w:style w:type="paragraph" w:styleId="Heading1">
    <w:name w:val="heading 1"/>
    <w:basedOn w:val="Normal"/>
    <w:next w:val="Normal"/>
    <w:qFormat/>
    <w:rsid w:val="00D61973"/>
    <w:pPr>
      <w:keepNext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0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05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9505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werzone\AppData\Roaming\Microsoft\Templates\EdWorld_ConceptMapEle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2A9BD6E0-A1C4-4429-B9C3-8E1732D4A5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EdWorld_ConceptMapElem</Template>
  <TotalTime>35</TotalTime>
  <Pages>2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</CharactersWithSpaces>
  <SharedDoc>false</SharedDoc>
  <HLinks>
    <vt:vector size="12" baseType="variant">
      <vt:variant>
        <vt:i4>1835046</vt:i4>
      </vt:variant>
      <vt:variant>
        <vt:i4>1043</vt:i4>
      </vt:variant>
      <vt:variant>
        <vt:i4>1025</vt:i4>
      </vt:variant>
      <vt:variant>
        <vt:i4>1</vt:i4>
      </vt:variant>
      <vt:variant>
        <vt:lpwstr>D_concept2.jpg</vt:lpwstr>
      </vt:variant>
      <vt:variant>
        <vt:lpwstr/>
      </vt:variant>
      <vt:variant>
        <vt:i4>852053</vt:i4>
      </vt:variant>
      <vt:variant>
        <vt:i4>1047</vt:i4>
      </vt:variant>
      <vt:variant>
        <vt:i4>1026</vt:i4>
      </vt:variant>
      <vt:variant>
        <vt:i4>1</vt:i4>
      </vt:variant>
      <vt:variant>
        <vt:lpwstr>LOGO.jpg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Hitchcock</dc:creator>
  <cp:lastModifiedBy>Hitchcock</cp:lastModifiedBy>
  <cp:revision>1</cp:revision>
  <dcterms:created xsi:type="dcterms:W3CDTF">2011-11-02T01:43:00Z</dcterms:created>
  <dcterms:modified xsi:type="dcterms:W3CDTF">2011-11-02T02:20:00Z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TC018879029991</vt:lpwstr>
  </property>
</Properties>
</file>